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13478200" w:rsidR="003F06C5" w:rsidRPr="003F06C5" w:rsidRDefault="00A32954" w:rsidP="00422332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PROCLAMACIÓN </w:t>
      </w:r>
      <w:r w:rsidRPr="00A32954">
        <w:rPr>
          <w:rFonts w:ascii="Montserrat" w:hAnsi="Montserrat"/>
          <w:b/>
          <w:bCs/>
          <w:color w:val="EE0000"/>
          <w:sz w:val="28"/>
          <w:szCs w:val="28"/>
        </w:rPr>
        <w:t xml:space="preserve">PROVISIONAL/DEFINITIVA </w:t>
      </w:r>
      <w:r>
        <w:rPr>
          <w:rFonts w:ascii="Montserrat" w:hAnsi="Montserrat"/>
          <w:b/>
          <w:bCs/>
          <w:sz w:val="28"/>
          <w:szCs w:val="28"/>
        </w:rPr>
        <w:t xml:space="preserve">DE CANDIDATOS ELECTOS </w:t>
      </w:r>
      <w:r w:rsidR="00422332">
        <w:rPr>
          <w:rFonts w:ascii="Montserrat" w:hAnsi="Montserrat"/>
          <w:b/>
          <w:bCs/>
          <w:sz w:val="28"/>
          <w:szCs w:val="28"/>
        </w:rPr>
        <w:t>EN LA DELEGACIÓN DE ESTUDIANTES DE LA FACULTAD/ESCUELA DE _______________________________________________________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3965"/>
        <w:gridCol w:w="2266"/>
      </w:tblGrid>
      <w:tr w:rsidR="00A32954" w14:paraId="13F4BDE0" w14:textId="77777777" w:rsidTr="00422332">
        <w:tc>
          <w:tcPr>
            <w:tcW w:w="988" w:type="dxa"/>
          </w:tcPr>
          <w:p w14:paraId="1908C97B" w14:textId="62FD5E59" w:rsidR="00A32954" w:rsidRPr="00422332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422332">
              <w:rPr>
                <w:rFonts w:ascii="Montserrat" w:hAnsi="Montserrat"/>
                <w:b/>
                <w:bCs/>
                <w:sz w:val="18"/>
                <w:szCs w:val="18"/>
              </w:rPr>
              <w:t>CURSO</w:t>
            </w:r>
          </w:p>
        </w:tc>
        <w:tc>
          <w:tcPr>
            <w:tcW w:w="1842" w:type="dxa"/>
          </w:tcPr>
          <w:p w14:paraId="01263121" w14:textId="0BE196F0" w:rsidR="00A32954" w:rsidRPr="00422332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422332">
              <w:rPr>
                <w:rFonts w:ascii="Montserrat" w:hAnsi="Montserrat"/>
                <w:b/>
                <w:bCs/>
                <w:sz w:val="18"/>
                <w:szCs w:val="18"/>
              </w:rPr>
              <w:t>GRADO</w:t>
            </w:r>
          </w:p>
        </w:tc>
        <w:tc>
          <w:tcPr>
            <w:tcW w:w="3965" w:type="dxa"/>
          </w:tcPr>
          <w:p w14:paraId="3137705E" w14:textId="564FF908" w:rsidR="00A32954" w:rsidRPr="00422332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422332">
              <w:rPr>
                <w:rFonts w:ascii="Montserrat" w:hAnsi="Montserrat"/>
                <w:b/>
                <w:bCs/>
                <w:sz w:val="18"/>
                <w:szCs w:val="18"/>
              </w:rPr>
              <w:t>NOMBRE Y APELLIDOS</w:t>
            </w:r>
          </w:p>
        </w:tc>
        <w:tc>
          <w:tcPr>
            <w:tcW w:w="2266" w:type="dxa"/>
          </w:tcPr>
          <w:p w14:paraId="36DE9487" w14:textId="5C124535" w:rsidR="00A32954" w:rsidRPr="00422332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422332">
              <w:rPr>
                <w:rFonts w:ascii="Montserrat" w:hAnsi="Montserrat"/>
                <w:b/>
                <w:bCs/>
                <w:sz w:val="18"/>
                <w:szCs w:val="18"/>
              </w:rPr>
              <w:t>CARGO</w:t>
            </w:r>
          </w:p>
        </w:tc>
      </w:tr>
      <w:tr w:rsidR="00A32954" w14:paraId="120DDF14" w14:textId="77777777" w:rsidTr="00422332">
        <w:tc>
          <w:tcPr>
            <w:tcW w:w="988" w:type="dxa"/>
          </w:tcPr>
          <w:p w14:paraId="15511F5D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42CEAC1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2A36E241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16929FEC" w14:textId="5152602A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 w:rsidRPr="00422332">
              <w:rPr>
                <w:rFonts w:ascii="Montserrat" w:hAnsi="Montserrat"/>
                <w:sz w:val="18"/>
                <w:szCs w:val="18"/>
              </w:rPr>
              <w:t>Delegado/a de Centro</w:t>
            </w:r>
          </w:p>
        </w:tc>
      </w:tr>
      <w:tr w:rsidR="00A32954" w14:paraId="782C3E57" w14:textId="77777777" w:rsidTr="00422332">
        <w:tc>
          <w:tcPr>
            <w:tcW w:w="988" w:type="dxa"/>
          </w:tcPr>
          <w:p w14:paraId="6007E1D3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96F3245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29E85A02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1D1C981" w14:textId="54BDF908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Secretario/a</w:t>
            </w:r>
          </w:p>
        </w:tc>
      </w:tr>
      <w:tr w:rsidR="00A32954" w14:paraId="4B94191C" w14:textId="77777777" w:rsidTr="00422332">
        <w:tc>
          <w:tcPr>
            <w:tcW w:w="988" w:type="dxa"/>
          </w:tcPr>
          <w:p w14:paraId="7750DE15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464C622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591205F4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37B485F" w14:textId="73BFB0F7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Tesorero/a</w:t>
            </w:r>
          </w:p>
        </w:tc>
      </w:tr>
      <w:tr w:rsidR="00A32954" w14:paraId="12758877" w14:textId="77777777" w:rsidTr="00422332">
        <w:tc>
          <w:tcPr>
            <w:tcW w:w="988" w:type="dxa"/>
          </w:tcPr>
          <w:p w14:paraId="5FB962B4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60C85E1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0978F790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00BDF53B" w14:textId="30F7B031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Vocal</w:t>
            </w:r>
          </w:p>
        </w:tc>
      </w:tr>
      <w:tr w:rsidR="00A32954" w14:paraId="57FF0B47" w14:textId="77777777" w:rsidTr="00422332">
        <w:tc>
          <w:tcPr>
            <w:tcW w:w="988" w:type="dxa"/>
          </w:tcPr>
          <w:p w14:paraId="6BB499B4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7988D4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7382EFEC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013B38CF" w14:textId="7ACCD6AA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Vocal</w:t>
            </w:r>
          </w:p>
        </w:tc>
      </w:tr>
      <w:tr w:rsidR="00A32954" w14:paraId="57C3EDE6" w14:textId="77777777" w:rsidTr="00422332">
        <w:tc>
          <w:tcPr>
            <w:tcW w:w="988" w:type="dxa"/>
          </w:tcPr>
          <w:p w14:paraId="4B8993DF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7FAAE8C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67071736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16125141" w14:textId="6386A868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Vocal</w:t>
            </w:r>
          </w:p>
        </w:tc>
      </w:tr>
      <w:tr w:rsidR="00A32954" w14:paraId="0139EA26" w14:textId="77777777" w:rsidTr="00422332">
        <w:tc>
          <w:tcPr>
            <w:tcW w:w="988" w:type="dxa"/>
          </w:tcPr>
          <w:p w14:paraId="2F24E66F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5A902AC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2FD84BDD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17E32CC9" w14:textId="3D076551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Representante CEULE</w:t>
            </w:r>
          </w:p>
        </w:tc>
      </w:tr>
      <w:tr w:rsidR="00A32954" w14:paraId="077AA328" w14:textId="77777777" w:rsidTr="00422332">
        <w:tc>
          <w:tcPr>
            <w:tcW w:w="988" w:type="dxa"/>
          </w:tcPr>
          <w:p w14:paraId="25D86017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8EB133E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6D4E2267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8AA8CD" w14:textId="45DB2CA9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Representante CEULE</w:t>
            </w:r>
          </w:p>
        </w:tc>
      </w:tr>
      <w:tr w:rsidR="00A32954" w14:paraId="64B26806" w14:textId="77777777" w:rsidTr="00422332">
        <w:tc>
          <w:tcPr>
            <w:tcW w:w="988" w:type="dxa"/>
          </w:tcPr>
          <w:p w14:paraId="06D1F17A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F2994C9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393DB717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0FA5BF8E" w14:textId="671B6CED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Representante CEULE</w:t>
            </w:r>
          </w:p>
        </w:tc>
      </w:tr>
      <w:tr w:rsidR="00A32954" w14:paraId="2F918C60" w14:textId="77777777" w:rsidTr="00422332">
        <w:tc>
          <w:tcPr>
            <w:tcW w:w="988" w:type="dxa"/>
          </w:tcPr>
          <w:p w14:paraId="2B4DAC49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5DD73AE5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24FB3CE2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55B6DD6" w14:textId="5375C315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…</w:t>
            </w:r>
          </w:p>
        </w:tc>
      </w:tr>
      <w:tr w:rsidR="00A32954" w14:paraId="0E88B71C" w14:textId="77777777" w:rsidTr="00422332">
        <w:tc>
          <w:tcPr>
            <w:tcW w:w="988" w:type="dxa"/>
          </w:tcPr>
          <w:p w14:paraId="7DC30C59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EBDAB7E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965" w:type="dxa"/>
          </w:tcPr>
          <w:p w14:paraId="0D68CFAD" w14:textId="77777777" w:rsidR="00A32954" w:rsidRPr="00422332" w:rsidRDefault="00A32954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08F3DD98" w14:textId="54269EB6" w:rsidR="00A32954" w:rsidRPr="00422332" w:rsidRDefault="00422332" w:rsidP="00A32954">
            <w:pPr>
              <w:spacing w:line="360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…</w:t>
            </w:r>
          </w:p>
        </w:tc>
      </w:tr>
    </w:tbl>
    <w:p w14:paraId="6D9385B4" w14:textId="240D3775" w:rsidR="00FD543A" w:rsidRPr="00FD543A" w:rsidRDefault="00FD543A" w:rsidP="00A32954">
      <w:pPr>
        <w:spacing w:line="360" w:lineRule="auto"/>
        <w:jc w:val="both"/>
        <w:rPr>
          <w:rFonts w:ascii="Montserrat" w:hAnsi="Montserrat"/>
        </w:rPr>
      </w:pPr>
    </w:p>
    <w:p w14:paraId="4F7D3862" w14:textId="634E6592" w:rsidR="00FD543A" w:rsidRDefault="00A32954" w:rsidP="00A32954">
      <w:pPr>
        <w:jc w:val="right"/>
        <w:rPr>
          <w:rFonts w:ascii="Montserrat" w:hAnsi="Montserrat"/>
        </w:rPr>
      </w:pPr>
      <w:r>
        <w:rPr>
          <w:rFonts w:ascii="Montserrat" w:hAnsi="Montserrat"/>
        </w:rPr>
        <w:t xml:space="preserve">Firmado en ________ a </w:t>
      </w:r>
      <w:r w:rsidR="00422332">
        <w:rPr>
          <w:rFonts w:ascii="Montserrat" w:hAnsi="Montserrat"/>
        </w:rPr>
        <w:t>X</w:t>
      </w:r>
      <w:r>
        <w:rPr>
          <w:rFonts w:ascii="Montserrat" w:hAnsi="Montserrat"/>
        </w:rPr>
        <w:t xml:space="preserve"> de octubre de 2025</w:t>
      </w:r>
    </w:p>
    <w:p w14:paraId="6755FFEA" w14:textId="77777777" w:rsidR="00A32954" w:rsidRDefault="00A32954" w:rsidP="00A32954">
      <w:pPr>
        <w:jc w:val="right"/>
        <w:rPr>
          <w:rFonts w:ascii="Montserrat" w:hAnsi="Montserrat"/>
        </w:rPr>
      </w:pPr>
    </w:p>
    <w:p w14:paraId="7CBA05BA" w14:textId="77777777" w:rsidR="00A32954" w:rsidRDefault="00A32954" w:rsidP="00A32954">
      <w:pPr>
        <w:jc w:val="right"/>
        <w:rPr>
          <w:rFonts w:ascii="Montserrat" w:hAnsi="Montserrat"/>
        </w:rPr>
      </w:pPr>
    </w:p>
    <w:p w14:paraId="0A88BA56" w14:textId="77777777" w:rsidR="00A32954" w:rsidRDefault="00A32954" w:rsidP="00A32954">
      <w:pPr>
        <w:jc w:val="right"/>
        <w:rPr>
          <w:rFonts w:ascii="Montserrat" w:hAnsi="Montserrat"/>
        </w:rPr>
      </w:pPr>
    </w:p>
    <w:p w14:paraId="3C4A0DAE" w14:textId="77777777" w:rsidR="00A32954" w:rsidRDefault="00A32954" w:rsidP="00A32954">
      <w:pPr>
        <w:jc w:val="right"/>
        <w:rPr>
          <w:rFonts w:ascii="Montserrat" w:hAnsi="Montserrat"/>
        </w:rPr>
      </w:pPr>
    </w:p>
    <w:p w14:paraId="73DBF55E" w14:textId="77777777" w:rsidR="00A32954" w:rsidRDefault="00A32954" w:rsidP="00A32954">
      <w:pPr>
        <w:jc w:val="right"/>
        <w:rPr>
          <w:rFonts w:ascii="Montserrat" w:hAnsi="Montserrat"/>
        </w:rPr>
      </w:pPr>
    </w:p>
    <w:p w14:paraId="1CB04D23" w14:textId="6B575936" w:rsidR="00A32954" w:rsidRPr="00FD543A" w:rsidRDefault="00A32954" w:rsidP="00A32954">
      <w:pPr>
        <w:jc w:val="right"/>
        <w:rPr>
          <w:rFonts w:ascii="Montserrat" w:hAnsi="Montserrat"/>
        </w:rPr>
      </w:pPr>
      <w:r>
        <w:rPr>
          <w:rFonts w:ascii="Montserrat" w:hAnsi="Montserrat"/>
        </w:rPr>
        <w:t>Fdo.______________________________</w:t>
      </w:r>
    </w:p>
    <w:sectPr w:rsidR="00A32954" w:rsidRPr="00FD543A" w:rsidSect="00106B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0737B" w14:textId="77777777" w:rsidR="00AF2002" w:rsidRDefault="00AF2002" w:rsidP="003336CB">
      <w:r>
        <w:separator/>
      </w:r>
    </w:p>
  </w:endnote>
  <w:endnote w:type="continuationSeparator" w:id="0">
    <w:p w14:paraId="31B43B4B" w14:textId="77777777" w:rsidR="00AF2002" w:rsidRDefault="00AF2002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A493" w14:textId="77777777" w:rsidR="00A92D70" w:rsidRDefault="00A92D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39D0CA85" w:rsidR="000C5B27" w:rsidRDefault="00A92D70">
    <w:pPr>
      <w:pStyle w:val="Piedepgina"/>
    </w:pPr>
    <w:r>
      <w:rPr>
        <w:rFonts w:ascii="Times New Roman" w:hAnsi="Times New Roman"/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311CE35F" wp14:editId="177064C5">
              <wp:simplePos x="0" y="0"/>
              <wp:positionH relativeFrom="column">
                <wp:posOffset>-363220</wp:posOffset>
              </wp:positionH>
              <wp:positionV relativeFrom="paragraph">
                <wp:posOffset>746125</wp:posOffset>
              </wp:positionV>
              <wp:extent cx="6065520" cy="274320"/>
              <wp:effectExtent l="0" t="0" r="0" b="0"/>
              <wp:wrapNone/>
              <wp:docPr id="909982217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868900259" name="Imagen 186890025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    </a:ext>
                        </a:extLst>
                      </pic:spPr>
                    </pic:pic>
                    <wps:wsp>
                      <wps:cNvPr id="1507085060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B7719" w14:textId="77777777" w:rsidR="00A92D70" w:rsidRDefault="00A92D70" w:rsidP="00A92D70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, s/n, Ed. De Servicios, 1ª Planta, Puerta 110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987291649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| </w:t>
                            </w:r>
                            <w:hyperlink r:id="rId3" w:history="1">
                              <w:r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3624CDC7" w14:textId="77777777" w:rsidR="00A92D70" w:rsidRDefault="00A92D70" w:rsidP="00A92D70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CF72103" w14:textId="77777777" w:rsidR="00A92D70" w:rsidRDefault="00A92D70" w:rsidP="00A92D70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6FBA4222" w14:textId="77777777" w:rsidR="00A92D70" w:rsidRDefault="00A92D70" w:rsidP="00A92D70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1CE35F" id="Grupo 3" o:spid="_x0000_s1027" style="position:absolute;margin-left:-28.6pt;margin-top:58.7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BCAAAAAFJn&#10;aHRsb25nAAAITg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lNs75GdV783Hjtqbbqt8yZrK/d/ZJmOn+&#10;4NrY1vsaCXJVH3Oe3TgaKggtFDIU89SmttMaapHRG90Z7P7i8q77uMe1ba9yZpdWkSWF/CnarOay&#10;z20cS9qmmpxqNFWrEAjl790OOve/de6//9Df49+691737r3XvfuvddG9uPr7917riA1+fp+Pp9fp&#10;z9fx791rJ49c/fut9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f/0t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868900259" o:spid="_x0000_s1028" type="#_x0000_t75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">
                <v:imagedata r:id="rId4" o:title="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" filled="f" stroked="f">
                <v:textbox>
                  <w:txbxContent>
                    <w:p w14:paraId="3C4B7719" w14:textId="77777777" w:rsidR="00A92D70" w:rsidRDefault="00A92D70" w:rsidP="00A92D70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, s/n, Ed. De Servicios, 1ª Planta, Puerta 110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987291649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| </w:t>
                      </w:r>
                      <w:hyperlink r:id="rId6" w:history="1">
                        <w:r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3624CDC7" w14:textId="77777777" w:rsidR="00A92D70" w:rsidRDefault="00A92D70" w:rsidP="00A92D70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CF72103" w14:textId="77777777" w:rsidR="00A92D70" w:rsidRDefault="00A92D70" w:rsidP="00A92D70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6FBA4222" w14:textId="77777777" w:rsidR="00A92D70" w:rsidRDefault="00A92D70" w:rsidP="00A92D70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26B29EF9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D82A252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5452F" w14:textId="77777777" w:rsidR="00A92D70" w:rsidRDefault="00A92D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64B5B" w14:textId="77777777" w:rsidR="00AF2002" w:rsidRDefault="00AF2002" w:rsidP="003336CB">
      <w:r>
        <w:separator/>
      </w:r>
    </w:p>
  </w:footnote>
  <w:footnote w:type="continuationSeparator" w:id="0">
    <w:p w14:paraId="6DCC4EFC" w14:textId="77777777" w:rsidR="00AF2002" w:rsidRDefault="00AF2002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08E53" w14:textId="77777777" w:rsidR="00A92D70" w:rsidRDefault="00A92D7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3154A402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422332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XII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3154A402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422332">
                      <w:rPr>
                        <w:rFonts w:ascii="Montserrat" w:hAnsi="Montserrat"/>
                        <w:b/>
                        <w:bCs/>
                        <w:szCs w:val="40"/>
                      </w:rPr>
                      <w:t>XII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FE7CD" w14:textId="77777777" w:rsidR="00A92D70" w:rsidRDefault="00A92D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60DF4"/>
    <w:rsid w:val="00196109"/>
    <w:rsid w:val="00230ACD"/>
    <w:rsid w:val="002E17F9"/>
    <w:rsid w:val="002F30A2"/>
    <w:rsid w:val="003336CB"/>
    <w:rsid w:val="00372077"/>
    <w:rsid w:val="00384270"/>
    <w:rsid w:val="003E4FC7"/>
    <w:rsid w:val="003F06C5"/>
    <w:rsid w:val="003F0B10"/>
    <w:rsid w:val="003F0C85"/>
    <w:rsid w:val="003F6B0B"/>
    <w:rsid w:val="00422332"/>
    <w:rsid w:val="00450B97"/>
    <w:rsid w:val="00560BB0"/>
    <w:rsid w:val="005742A2"/>
    <w:rsid w:val="00587267"/>
    <w:rsid w:val="005D7E0A"/>
    <w:rsid w:val="00632F61"/>
    <w:rsid w:val="00651E15"/>
    <w:rsid w:val="006B17B1"/>
    <w:rsid w:val="006E4061"/>
    <w:rsid w:val="006F6407"/>
    <w:rsid w:val="007530E9"/>
    <w:rsid w:val="007A0B47"/>
    <w:rsid w:val="007B4639"/>
    <w:rsid w:val="0083262B"/>
    <w:rsid w:val="00872C95"/>
    <w:rsid w:val="00A052FA"/>
    <w:rsid w:val="00A32954"/>
    <w:rsid w:val="00A849B7"/>
    <w:rsid w:val="00A92D70"/>
    <w:rsid w:val="00AA7C57"/>
    <w:rsid w:val="00AF2002"/>
    <w:rsid w:val="00B01372"/>
    <w:rsid w:val="00B267F6"/>
    <w:rsid w:val="00B34DC5"/>
    <w:rsid w:val="00B9480E"/>
    <w:rsid w:val="00BA712B"/>
    <w:rsid w:val="00BE1C06"/>
    <w:rsid w:val="00C30E8A"/>
    <w:rsid w:val="00C34DCB"/>
    <w:rsid w:val="00C37713"/>
    <w:rsid w:val="00C6748B"/>
    <w:rsid w:val="00C94A2B"/>
    <w:rsid w:val="00CE707B"/>
    <w:rsid w:val="00D5688B"/>
    <w:rsid w:val="00D74F60"/>
    <w:rsid w:val="00DD37D3"/>
    <w:rsid w:val="00E06C67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A92D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25</TotalTime>
  <Pages>1</Pages>
  <Words>71</Words>
  <Characters>395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14</cp:revision>
  <cp:lastPrinted>2025-10-07T13:19:00Z</cp:lastPrinted>
  <dcterms:created xsi:type="dcterms:W3CDTF">2025-03-21T09:48:00Z</dcterms:created>
  <dcterms:modified xsi:type="dcterms:W3CDTF">2025-10-15T10:23:00Z</dcterms:modified>
</cp:coreProperties>
</file>